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C1E6" w14:textId="40296CA9" w:rsidR="00CC4524" w:rsidRDefault="00CC4524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6B3AF443" w:rsidR="00553DF6" w:rsidRDefault="00D03EA1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Ruhnu </w:t>
      </w:r>
      <w:r w:rsidR="00A253E5">
        <w:rPr>
          <w:rFonts w:ascii="Times New Roman" w:hAnsi="Times New Roman" w:cs="Times New Roman"/>
          <w:b/>
          <w:bCs/>
          <w:sz w:val="24"/>
          <w:szCs w:val="24"/>
        </w:rPr>
        <w:t>VSRU</w:t>
      </w:r>
    </w:p>
    <w:p w14:paraId="16EEC362" w14:textId="00798FAD" w:rsidR="00553DF6" w:rsidRPr="00A5747E" w:rsidRDefault="00A253E5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55F07">
        <w:rPr>
          <w:rFonts w:ascii="Times New Roman" w:hAnsi="Times New Roman" w:cs="Times New Roman"/>
          <w:sz w:val="24"/>
          <w:szCs w:val="24"/>
        </w:rPr>
        <w:t>TÜ Saaremaa Vabatahtlik Merepääste Selts</w:t>
      </w:r>
    </w:p>
    <w:p w14:paraId="480C0F7B" w14:textId="348B8FAE" w:rsidR="00553DF6" w:rsidRDefault="00355F07" w:rsidP="00355F07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355F07">
        <w:rPr>
          <w:rFonts w:ascii="Times New Roman" w:hAnsi="Times New Roman" w:cs="Times New Roman"/>
          <w:sz w:val="24"/>
          <w:szCs w:val="24"/>
        </w:rPr>
        <w:t>orni tn 1, Kuressaare linn, 93812 Saaremaa vald, Saare maakond</w:t>
      </w:r>
    </w:p>
    <w:p w14:paraId="41D15C53" w14:textId="6C23874F" w:rsidR="00355F07" w:rsidRDefault="00355F07" w:rsidP="00355F07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9C37AA">
          <w:rPr>
            <w:rStyle w:val="Hyperlink"/>
            <w:rFonts w:ascii="Times New Roman" w:hAnsi="Times New Roman" w:cs="Times New Roman"/>
            <w:sz w:val="24"/>
            <w:szCs w:val="24"/>
          </w:rPr>
          <w:t>info@saaremaasar.ee</w:t>
        </w:r>
      </w:hyperlink>
    </w:p>
    <w:p w14:paraId="32951D32" w14:textId="77777777" w:rsidR="00355F07" w:rsidRPr="00A5747E" w:rsidRDefault="00355F07" w:rsidP="00355F07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211"/>
              <w:gridCol w:w="1080"/>
              <w:gridCol w:w="1620"/>
              <w:gridCol w:w="3320"/>
            </w:tblGrid>
            <w:tr w:rsidR="00642DCE" w:rsidRPr="00EB29B0" w14:paraId="442F534B" w14:textId="77777777" w:rsidTr="00A253E5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211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080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620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3320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/</w:t>
                  </w:r>
                  <w:proofErr w:type="spellStart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merepäästetööga</w:t>
                  </w:r>
                  <w:proofErr w:type="spellEnd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 </w:t>
                  </w:r>
                </w:p>
              </w:tc>
            </w:tr>
            <w:tr w:rsidR="00642DCE" w14:paraId="11B82948" w14:textId="77777777" w:rsidTr="00A253E5">
              <w:tc>
                <w:tcPr>
                  <w:tcW w:w="1562" w:type="dxa"/>
                </w:tcPr>
                <w:p w14:paraId="669B3158" w14:textId="40B0E118" w:rsidR="00642DCE" w:rsidRPr="00642DCE" w:rsidRDefault="00355F0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Hooldus</w:t>
                  </w:r>
                  <w:proofErr w:type="spellEnd"/>
                </w:p>
              </w:tc>
              <w:tc>
                <w:tcPr>
                  <w:tcW w:w="2211" w:type="dxa"/>
                </w:tcPr>
                <w:p w14:paraId="6AC0F9A6" w14:textId="67465168" w:rsidR="00642DCE" w:rsidRPr="00642DCE" w:rsidRDefault="00D03EA1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VLU-410</w:t>
                  </w:r>
                  <w:r w:rsidR="00355F0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 w:rsidR="00355F0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perioodiline</w:t>
                  </w:r>
                  <w:proofErr w:type="spellEnd"/>
                  <w:r w:rsidR="00355F0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 w:rsidR="00355F0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hooldus</w:t>
                  </w:r>
                  <w:proofErr w:type="spellEnd"/>
                </w:p>
              </w:tc>
              <w:tc>
                <w:tcPr>
                  <w:tcW w:w="1080" w:type="dxa"/>
                </w:tcPr>
                <w:p w14:paraId="083638BD" w14:textId="2C84B578" w:rsidR="00642DCE" w:rsidRPr="00642DCE" w:rsidRDefault="00C944A5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8664,95</w:t>
                  </w:r>
                </w:p>
              </w:tc>
              <w:tc>
                <w:tcPr>
                  <w:tcW w:w="1620" w:type="dxa"/>
                </w:tcPr>
                <w:p w14:paraId="232B5F90" w14:textId="40E0686F" w:rsidR="00C944A5" w:rsidRPr="00642DCE" w:rsidRDefault="00C944A5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30.11 2025</w:t>
                  </w:r>
                </w:p>
              </w:tc>
              <w:tc>
                <w:tcPr>
                  <w:tcW w:w="3320" w:type="dxa"/>
                </w:tcPr>
                <w:p w14:paraId="51FDD3EE" w14:textId="0F572A72" w:rsidR="00642DCE" w:rsidRPr="00642DCE" w:rsidRDefault="00D03EA1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Ruhnu </w:t>
                  </w:r>
                  <w:proofErr w:type="spellStart"/>
                  <w:r w:rsidR="00355F07">
                    <w:rPr>
                      <w:rFonts w:ascii="Times New Roman" w:hAnsi="Times New Roman" w:cs="Times New Roman"/>
                      <w:sz w:val="20"/>
                      <w:szCs w:val="20"/>
                    </w:rPr>
                    <w:t>vSRU</w:t>
                  </w:r>
                  <w:proofErr w:type="spellEnd"/>
                  <w:r w:rsidR="00355F0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reageerimisaluse perioodiline hooldus.</w:t>
                  </w:r>
                </w:p>
              </w:tc>
            </w:tr>
            <w:tr w:rsidR="00642DCE" w14:paraId="69CE8E98" w14:textId="77777777" w:rsidTr="00A253E5">
              <w:tc>
                <w:tcPr>
                  <w:tcW w:w="1562" w:type="dxa"/>
                </w:tcPr>
                <w:p w14:paraId="61145E22" w14:textId="6AAB6A26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14:paraId="656C3A48" w14:textId="64534C85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</w:tcPr>
                <w:p w14:paraId="0404C6A2" w14:textId="1C50D6F6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</w:tcPr>
                <w:p w14:paraId="4644EC9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20" w:type="dxa"/>
                </w:tcPr>
                <w:p w14:paraId="5D3588D0" w14:textId="4FB98C86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14AEBBB" w14:textId="77777777" w:rsidTr="00A253E5">
              <w:tc>
                <w:tcPr>
                  <w:tcW w:w="1562" w:type="dxa"/>
                </w:tcPr>
                <w:p w14:paraId="344140C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14:paraId="465FBB4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</w:tcPr>
                <w:p w14:paraId="61A1A07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</w:tcPr>
                <w:p w14:paraId="1094C14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20" w:type="dxa"/>
                </w:tcPr>
                <w:p w14:paraId="35C6A8E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FBFFE36" w14:textId="77777777" w:rsidTr="00A253E5">
              <w:tc>
                <w:tcPr>
                  <w:tcW w:w="1562" w:type="dxa"/>
                </w:tcPr>
                <w:p w14:paraId="57AAADA6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14:paraId="49D490D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</w:tcPr>
                <w:p w14:paraId="7AC4A81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</w:tcPr>
                <w:p w14:paraId="6572935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20" w:type="dxa"/>
                </w:tcPr>
                <w:p w14:paraId="778A4D2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52BDC8F" w14:textId="77777777" w:rsidTr="00A253E5">
              <w:tc>
                <w:tcPr>
                  <w:tcW w:w="1562" w:type="dxa"/>
                </w:tcPr>
                <w:p w14:paraId="5388141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14:paraId="2677923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</w:tcPr>
                <w:p w14:paraId="54313C5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</w:tcPr>
                <w:p w14:paraId="7FE4D92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20" w:type="dxa"/>
                </w:tcPr>
                <w:p w14:paraId="096C920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1ABEE88A" w14:textId="77777777" w:rsidTr="00A253E5">
              <w:tc>
                <w:tcPr>
                  <w:tcW w:w="1562" w:type="dxa"/>
                </w:tcPr>
                <w:p w14:paraId="1EB919A4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14:paraId="3E196B31" w14:textId="3DAA63AA" w:rsidR="00642DCE" w:rsidRPr="00642DCE" w:rsidRDefault="003B70FB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Kokku:</w:t>
                  </w:r>
                </w:p>
              </w:tc>
              <w:tc>
                <w:tcPr>
                  <w:tcW w:w="1080" w:type="dxa"/>
                </w:tcPr>
                <w:p w14:paraId="7031FCA2" w14:textId="7413911F" w:rsidR="00642DCE" w:rsidRPr="00642DCE" w:rsidRDefault="003B70FB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8664,95</w:t>
                  </w:r>
                </w:p>
              </w:tc>
              <w:tc>
                <w:tcPr>
                  <w:tcW w:w="1620" w:type="dxa"/>
                </w:tcPr>
                <w:p w14:paraId="48B5B7C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20" w:type="dxa"/>
                </w:tcPr>
                <w:p w14:paraId="7E5840E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A253E5">
        <w:trPr>
          <w:trHeight w:val="373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265E2E42" w:rsidR="00642DCE" w:rsidRPr="00E7336D" w:rsidRDefault="00ED35B8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  <w:tr w:rsidR="00ED35B8" w:rsidRPr="00E7336D" w14:paraId="40E24DA1" w14:textId="77777777" w:rsidTr="00ED35B8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C53AB60" w14:textId="6834CAD3" w:rsidR="00ED35B8" w:rsidRPr="00ED35B8" w:rsidRDefault="00ED35B8" w:rsidP="00D03E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5B8">
              <w:rPr>
                <w:rFonts w:ascii="Times New Roman" w:hAnsi="Times New Roman" w:cs="Times New Roman"/>
                <w:sz w:val="24"/>
                <w:szCs w:val="24"/>
              </w:rPr>
              <w:t>Arve</w:t>
            </w:r>
            <w:r w:rsidR="00C944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944A5">
              <w:t xml:space="preserve"> </w:t>
            </w:r>
            <w:r w:rsidR="00C944A5" w:rsidRPr="00C944A5">
              <w:rPr>
                <w:rFonts w:ascii="Times New Roman" w:hAnsi="Times New Roman" w:cs="Times New Roman"/>
                <w:sz w:val="24"/>
                <w:szCs w:val="24"/>
              </w:rPr>
              <w:t>Arve_2025135.pdf</w:t>
            </w:r>
            <w:r w:rsidR="00D03EA1">
              <w:rPr>
                <w:rFonts w:ascii="Times New Roman" w:hAnsi="Times New Roman" w:cs="Times New Roman"/>
                <w:sz w:val="24"/>
                <w:szCs w:val="24"/>
              </w:rPr>
              <w:t>; maksekorraldus</w:t>
            </w:r>
            <w:r w:rsidR="00A25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4A5" w:rsidRPr="00C944A5">
              <w:rPr>
                <w:rFonts w:ascii="Times New Roman" w:hAnsi="Times New Roman" w:cs="Times New Roman"/>
                <w:sz w:val="24"/>
                <w:szCs w:val="24"/>
              </w:rPr>
              <w:t>Payment_2025135.asice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8A173" w14:textId="471D1C73" w:rsidR="00553DF6" w:rsidRPr="00E7336D" w:rsidRDefault="00642DCE" w:rsidP="00A25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202EF" w14:textId="77777777" w:rsidR="00ED5F92" w:rsidRDefault="00ED5F92" w:rsidP="00553DF6">
      <w:r>
        <w:separator/>
      </w:r>
    </w:p>
  </w:endnote>
  <w:endnote w:type="continuationSeparator" w:id="0">
    <w:p w14:paraId="3ED10615" w14:textId="77777777" w:rsidR="00ED5F92" w:rsidRDefault="00ED5F92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AF1BF" w14:textId="77777777" w:rsidR="00ED5F92" w:rsidRDefault="00ED5F92" w:rsidP="00553DF6">
      <w:r>
        <w:separator/>
      </w:r>
    </w:p>
  </w:footnote>
  <w:footnote w:type="continuationSeparator" w:id="0">
    <w:p w14:paraId="3B7408BE" w14:textId="77777777" w:rsidR="00ED5F92" w:rsidRDefault="00ED5F92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4E90" w14:textId="1FE36F17" w:rsidR="00F502BD" w:rsidRPr="00F502BD" w:rsidRDefault="00F502BD" w:rsidP="00F502BD">
    <w:pPr>
      <w:pStyle w:val="Header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7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14528"/>
    <w:rsid w:val="0006005E"/>
    <w:rsid w:val="00252A23"/>
    <w:rsid w:val="00303C4F"/>
    <w:rsid w:val="00313F8C"/>
    <w:rsid w:val="00334A00"/>
    <w:rsid w:val="00355F07"/>
    <w:rsid w:val="003B6051"/>
    <w:rsid w:val="003B70FB"/>
    <w:rsid w:val="003F55B9"/>
    <w:rsid w:val="003F798C"/>
    <w:rsid w:val="004B2D28"/>
    <w:rsid w:val="00542E60"/>
    <w:rsid w:val="00553DF6"/>
    <w:rsid w:val="005555A4"/>
    <w:rsid w:val="0056754F"/>
    <w:rsid w:val="00642DCE"/>
    <w:rsid w:val="007231D9"/>
    <w:rsid w:val="007E0322"/>
    <w:rsid w:val="00887B31"/>
    <w:rsid w:val="008C044D"/>
    <w:rsid w:val="008C46C4"/>
    <w:rsid w:val="00994A78"/>
    <w:rsid w:val="00A253E5"/>
    <w:rsid w:val="00A628E3"/>
    <w:rsid w:val="00AD0E41"/>
    <w:rsid w:val="00B84E10"/>
    <w:rsid w:val="00C944A5"/>
    <w:rsid w:val="00CC4524"/>
    <w:rsid w:val="00D03EA1"/>
    <w:rsid w:val="00D4718D"/>
    <w:rsid w:val="00D83A8D"/>
    <w:rsid w:val="00DB268A"/>
    <w:rsid w:val="00E564FD"/>
    <w:rsid w:val="00E7336D"/>
    <w:rsid w:val="00ED35B8"/>
    <w:rsid w:val="00ED5F92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D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D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D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D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HeaderChar">
    <w:name w:val="Header Char"/>
    <w:basedOn w:val="DefaultParagraphFont"/>
    <w:link w:val="Header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l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Date">
    <w:name w:val="Date"/>
    <w:basedOn w:val="Normal"/>
    <w:next w:val="Normal"/>
    <w:link w:val="DateChar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DateChar">
    <w:name w:val="Date Char"/>
    <w:basedOn w:val="DefaultParagraphFont"/>
    <w:link w:val="Date"/>
    <w:uiPriority w:val="2"/>
    <w:rsid w:val="00553DF6"/>
    <w:rPr>
      <w:spacing w:val="4"/>
      <w:kern w:val="0"/>
    </w:rPr>
  </w:style>
  <w:style w:type="paragraph" w:styleId="Footer">
    <w:name w:val="footer"/>
    <w:basedOn w:val="Normal"/>
    <w:link w:val="FooterChar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DF6"/>
  </w:style>
  <w:style w:type="paragraph" w:customStyle="1" w:styleId="Disclaimer">
    <w:name w:val="Disclaimer"/>
    <w:basedOn w:val="Normal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DefaultParagraphFont"/>
    <w:rsid w:val="00553DF6"/>
  </w:style>
  <w:style w:type="table" w:styleId="TableGrid">
    <w:name w:val="Table Grid"/>
    <w:basedOn w:val="TableNorma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5F0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5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aremaasar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S:\arendus_o_valmisoleku_reageerimise_b\SAR teenus\3. Vabatahtlik merepääste\Eelarve, hüvitamine\Komisjoni töö\2024.42 ootel\Kulude hüvitamine\kulude hüvitamise taotlusvorm.dotx</Template>
  <TotalTime>34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/>
  <cp:lastModifiedBy>Maidu Lempu</cp:lastModifiedBy>
  <cp:revision>6</cp:revision>
  <dcterms:created xsi:type="dcterms:W3CDTF">2025-12-12T13:32:00Z</dcterms:created>
  <dcterms:modified xsi:type="dcterms:W3CDTF">2025-12-14T18:53:00Z</dcterms:modified>
</cp:coreProperties>
</file>